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46B" w:rsidRDefault="003027B4" w:rsidP="003027B4">
      <w:pPr>
        <w:jc w:val="center"/>
        <w:rPr>
          <w:color w:val="5F497A" w:themeColor="accent4" w:themeShade="BF"/>
          <w:sz w:val="56"/>
          <w:szCs w:val="56"/>
          <w:u w:val="single"/>
          <w14:glow w14:rad="228600">
            <w14:schemeClr w14:val="accent4">
              <w14:alpha w14:val="60000"/>
              <w14:satMod w14:val="175000"/>
            </w14:schemeClr>
          </w14:glow>
        </w:rPr>
      </w:pPr>
      <w:r w:rsidRPr="003027B4">
        <w:rPr>
          <w:color w:val="5F497A" w:themeColor="accent4" w:themeShade="BF"/>
          <w:sz w:val="56"/>
          <w:szCs w:val="56"/>
          <w:u w:val="single"/>
          <w14:glow w14:rad="228600">
            <w14:schemeClr w14:val="accent4">
              <w14:alpha w14:val="60000"/>
              <w14:satMod w14:val="175000"/>
            </w14:schemeClr>
          </w14:glow>
        </w:rPr>
        <w:t>Pro. Brain Box</w:t>
      </w:r>
    </w:p>
    <w:p w:rsidR="005A3D8E" w:rsidRPr="003027B4" w:rsidRDefault="005A3D8E" w:rsidP="005A3D8E">
      <w:pPr>
        <w:jc w:val="center"/>
        <w:rPr>
          <w:color w:val="5F497A" w:themeColor="accent4" w:themeShade="BF"/>
          <w:sz w:val="56"/>
          <w:szCs w:val="56"/>
          <w:u w:val="single"/>
          <w14:glow w14:rad="228600">
            <w14:schemeClr w14:val="accent4">
              <w14:alpha w14:val="60000"/>
              <w14:satMod w14:val="175000"/>
            </w14:schemeClr>
          </w14:glow>
        </w:rPr>
      </w:pPr>
      <w:r>
        <w:rPr>
          <w:rFonts w:ascii="Arial" w:hAnsi="Arial" w:cs="Arial"/>
          <w:noProof/>
          <w:sz w:val="20"/>
          <w:szCs w:val="20"/>
          <w:lang w:eastAsia="en-NZ"/>
        </w:rPr>
        <w:drawing>
          <wp:inline distT="0" distB="0" distL="0" distR="0" wp14:anchorId="7674501F" wp14:editId="67329A0A">
            <wp:extent cx="4067175" cy="2476500"/>
            <wp:effectExtent l="0" t="0" r="9525" b="0"/>
            <wp:docPr id="4" name="il_fi" descr="http://4.bp.blogspot.com/_DoGK7nom3Yg/SwNipWtJf4I/AAAAAAAABUc/xemgV8mAmZw/s1600/johnny-depp-mad-ha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4.bp.blogspot.com/_DoGK7nom3Yg/SwNipWtJf4I/AAAAAAAABUc/xemgV8mAmZw/s1600/johnny-depp-mad-hatte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79179" cy="2483809"/>
                    </a:xfrm>
                    <a:prstGeom prst="rect">
                      <a:avLst/>
                    </a:prstGeom>
                    <a:noFill/>
                    <a:ln>
                      <a:noFill/>
                    </a:ln>
                  </pic:spPr>
                </pic:pic>
              </a:graphicData>
            </a:graphic>
          </wp:inline>
        </w:drawing>
      </w:r>
    </w:p>
    <w:p w:rsidR="004D62F5" w:rsidRDefault="005A3D8E" w:rsidP="005A3D8E">
      <w:pPr>
        <w:ind w:firstLine="720"/>
        <w:rPr>
          <w:color w:val="5F497A" w:themeColor="accent4" w:themeShade="BF"/>
          <w:sz w:val="24"/>
          <w:szCs w:val="24"/>
          <w14:glow w14:rad="228600">
            <w14:schemeClr w14:val="accent3">
              <w14:alpha w14:val="60000"/>
              <w14:satMod w14:val="175000"/>
            </w14:schemeClr>
          </w14:glow>
        </w:rPr>
      </w:pPr>
      <w:r w:rsidRPr="005A3D8E">
        <w:rPr>
          <w:color w:val="5F497A" w:themeColor="accent4" w:themeShade="BF"/>
          <w:sz w:val="24"/>
          <w:szCs w:val="24"/>
          <w14:glow w14:rad="228600">
            <w14:schemeClr w14:val="accent3">
              <w14:alpha w14:val="60000"/>
              <w14:satMod w14:val="175000"/>
            </w14:schemeClr>
          </w14:glow>
        </w:rPr>
        <w:t>This is</w:t>
      </w:r>
      <w:r>
        <w:rPr>
          <w:color w:val="5F497A" w:themeColor="accent4" w:themeShade="BF"/>
          <w:sz w:val="24"/>
          <w:szCs w:val="24"/>
          <w14:glow w14:rad="228600">
            <w14:schemeClr w14:val="accent3">
              <w14:alpha w14:val="60000"/>
              <w14:satMod w14:val="175000"/>
            </w14:schemeClr>
          </w14:glow>
        </w:rPr>
        <w:t xml:space="preserve"> a magical science monster </w:t>
      </w:r>
      <w:proofErr w:type="gramStart"/>
      <w:r>
        <w:rPr>
          <w:color w:val="5F497A" w:themeColor="accent4" w:themeShade="BF"/>
          <w:sz w:val="24"/>
          <w:szCs w:val="24"/>
          <w14:glow w14:rad="228600">
            <w14:schemeClr w14:val="accent3">
              <w14:alpha w14:val="60000"/>
              <w14:satMod w14:val="175000"/>
            </w14:schemeClr>
          </w14:glow>
        </w:rPr>
        <w:t>who</w:t>
      </w:r>
      <w:proofErr w:type="gramEnd"/>
      <w:r>
        <w:rPr>
          <w:color w:val="5F497A" w:themeColor="accent4" w:themeShade="BF"/>
          <w:sz w:val="24"/>
          <w:szCs w:val="24"/>
          <w14:glow w14:rad="228600">
            <w14:schemeClr w14:val="accent3">
              <w14:alpha w14:val="60000"/>
              <w14:satMod w14:val="175000"/>
            </w14:schemeClr>
          </w14:glow>
        </w:rPr>
        <w:t xml:space="preserve"> has wizardly powers that goes by the name of Brain Box. He wears a gigantic hat on his head to cover his dreadful hair. His face that you can see is actually made out of dried paint and that makes the magnificent colours on his face. He smells and tastes like paint</w:t>
      </w:r>
      <w:r w:rsidR="004D62F5">
        <w:rPr>
          <w:color w:val="5F497A" w:themeColor="accent4" w:themeShade="BF"/>
          <w:sz w:val="24"/>
          <w:szCs w:val="24"/>
          <w14:glow w14:rad="228600">
            <w14:schemeClr w14:val="accent3">
              <w14:alpha w14:val="60000"/>
              <w14:satMod w14:val="175000"/>
            </w14:schemeClr>
          </w14:glow>
        </w:rPr>
        <w:t xml:space="preserve"> being made at Perfect match paints. His marvellous eyes look like glooming tiger eyes in the night. Oh, and his skin feels as silky as a models skin.</w:t>
      </w:r>
    </w:p>
    <w:p w:rsidR="004D62F5" w:rsidRDefault="004D62F5" w:rsidP="005A3D8E">
      <w:pPr>
        <w:ind w:firstLine="720"/>
        <w:rPr>
          <w:color w:val="5F497A" w:themeColor="accent4" w:themeShade="BF"/>
          <w:sz w:val="24"/>
          <w:szCs w:val="24"/>
          <w14:glow w14:rad="228600">
            <w14:schemeClr w14:val="accent3">
              <w14:alpha w14:val="60000"/>
              <w14:satMod w14:val="175000"/>
            </w14:schemeClr>
          </w14:glow>
        </w:rPr>
      </w:pPr>
    </w:p>
    <w:p w:rsidR="003027B4" w:rsidRPr="005A3D8E" w:rsidRDefault="004D62F5" w:rsidP="005A3D8E">
      <w:pPr>
        <w:ind w:firstLine="720"/>
        <w:rPr>
          <w:rFonts w:ascii="Arial" w:hAnsi="Arial" w:cs="Arial"/>
          <w:sz w:val="27"/>
          <w:szCs w:val="27"/>
          <w:lang w:eastAsia="en-NZ"/>
        </w:rPr>
      </w:pPr>
      <w:r>
        <w:rPr>
          <w:color w:val="5F497A" w:themeColor="accent4" w:themeShade="BF"/>
          <w:sz w:val="24"/>
          <w:szCs w:val="24"/>
          <w14:glow w14:rad="228600">
            <w14:schemeClr w14:val="accent3">
              <w14:alpha w14:val="60000"/>
              <w14:satMod w14:val="175000"/>
            </w14:schemeClr>
          </w14:glow>
        </w:rPr>
        <w:t>By Cameron m</w:t>
      </w:r>
      <w:bookmarkStart w:id="0" w:name="_GoBack"/>
      <w:bookmarkEnd w:id="0"/>
      <w:r w:rsidR="003027B4" w:rsidRPr="005A3D8E">
        <w:rPr>
          <w:rFonts w:ascii="Arial" w:hAnsi="Arial" w:cs="Arial"/>
          <w:noProof/>
          <w:vanish/>
          <w:color w:val="0000FF"/>
          <w:sz w:val="27"/>
          <w:szCs w:val="27"/>
          <w:lang w:eastAsia="en-NZ"/>
          <w14:glow w14:rad="228600">
            <w14:schemeClr w14:val="accent3">
              <w14:alpha w14:val="60000"/>
              <w14:satMod w14:val="175000"/>
            </w14:schemeClr>
          </w14:glow>
        </w:rPr>
        <w:drawing>
          <wp:inline distT="0" distB="0" distL="0" distR="0" wp14:anchorId="1DAD46E5" wp14:editId="1B8583AE">
            <wp:extent cx="1743075" cy="2619375"/>
            <wp:effectExtent l="0" t="0" r="9525" b="9525"/>
            <wp:docPr id="3" name="rg_hi" descr="http://t2.gstatic.com/images?q=tbn:ANd9GcSkiSN38tk4QDZ2pmdNIkF2IBUVFdS_zADRtWzzlySnqxEBJvofFQ">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kiSN38tk4QDZ2pmdNIkF2IBUVFdS_zADRtWzzlySnqxEBJvofFQ">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3075" cy="2619375"/>
                    </a:xfrm>
                    <a:prstGeom prst="rect">
                      <a:avLst/>
                    </a:prstGeom>
                    <a:noFill/>
                    <a:ln>
                      <a:noFill/>
                    </a:ln>
                  </pic:spPr>
                </pic:pic>
              </a:graphicData>
            </a:graphic>
          </wp:inline>
        </w:drawing>
      </w:r>
      <w:r w:rsidR="003027B4" w:rsidRPr="005A3D8E">
        <w:rPr>
          <w:vanish/>
          <w:color w:val="5F497A" w:themeColor="accent4" w:themeShade="BF"/>
          <w:sz w:val="56"/>
          <w:szCs w:val="56"/>
          <w14:glow w14:rad="228600">
            <w14:schemeClr w14:val="accent3">
              <w14:alpha w14:val="60000"/>
              <w14:satMod w14:val="175000"/>
            </w14:schemeClr>
          </w14:glow>
        </w:rPr>
        <w:drawing>
          <wp:inline distT="0" distB="0" distL="0" distR="0" wp14:anchorId="2448B951" wp14:editId="14FA2EF9">
            <wp:extent cx="1743075" cy="2619375"/>
            <wp:effectExtent l="0" t="0" r="9525" b="9525"/>
            <wp:docPr id="2" name="Picture 2" descr="http://t2.gstatic.com/images?q=tbn:ANd9GcSkiSN38tk4QDZ2pmdNIkF2IBUVFdS_zADRtWzzlySnqxEBJvofFQ">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kiSN38tk4QDZ2pmdNIkF2IBUVFdS_zADRtWzzlySnqxEBJvofFQ">
                      <a:hlinkClick r:id="rId8"/>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3075" cy="2619375"/>
                    </a:xfrm>
                    <a:prstGeom prst="rect">
                      <a:avLst/>
                    </a:prstGeom>
                    <a:noFill/>
                    <a:ln>
                      <a:noFill/>
                    </a:ln>
                  </pic:spPr>
                </pic:pic>
              </a:graphicData>
            </a:graphic>
          </wp:inline>
        </w:drawing>
      </w:r>
      <w:r w:rsidR="003027B4" w:rsidRPr="005A3D8E">
        <w:rPr>
          <w:rFonts w:ascii="Arial" w:hAnsi="Arial" w:cs="Arial"/>
          <w:noProof/>
          <w:vanish/>
          <w:color w:val="0000FF"/>
          <w:sz w:val="27"/>
          <w:szCs w:val="27"/>
          <w:lang w:eastAsia="en-NZ"/>
          <w14:glow w14:rad="228600">
            <w14:schemeClr w14:val="accent3">
              <w14:alpha w14:val="60000"/>
              <w14:satMod w14:val="175000"/>
            </w14:schemeClr>
          </w14:glow>
        </w:rPr>
        <w:drawing>
          <wp:inline distT="0" distB="0" distL="0" distR="0" wp14:anchorId="66040513" wp14:editId="43438E02">
            <wp:extent cx="1743075" cy="2619375"/>
            <wp:effectExtent l="0" t="0" r="9525" b="9525"/>
            <wp:docPr id="1" name="rg_hi" descr="http://t2.gstatic.com/images?q=tbn:ANd9GcSkiSN38tk4QDZ2pmdNIkF2IBUVFdS_zADRtWzzlySnqxEBJvofFQ">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SkiSN38tk4QDZ2pmdNIkF2IBUVFdS_zADRtWzzlySnqxEBJvofFQ">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43075" cy="2619375"/>
                    </a:xfrm>
                    <a:prstGeom prst="rect">
                      <a:avLst/>
                    </a:prstGeom>
                    <a:noFill/>
                    <a:ln>
                      <a:noFill/>
                    </a:ln>
                  </pic:spPr>
                </pic:pic>
              </a:graphicData>
            </a:graphic>
          </wp:inline>
        </w:drawing>
      </w:r>
    </w:p>
    <w:sectPr w:rsidR="003027B4" w:rsidRPr="005A3D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7B4"/>
    <w:rsid w:val="003027B4"/>
    <w:rsid w:val="004D62F5"/>
    <w:rsid w:val="005A3D8E"/>
    <w:rsid w:val="00C2646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27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7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27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27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nz/imgres?imgurl=http://4.bp.blogspot.com/_DoGK7nom3Yg/SwNipWtJf4I/AAAAAAAABUc/xemgV8mAmZw/s1600/johnny-depp-mad-hatter.jpg&amp;imgrefurl=http://mad-hatter-hat-guides.blogspot.com/2011/04/johnny-depp-mad-hatter-hat_23.html&amp;usg=___yPNHgCC_mdHQkMYjzAyXh5yYow=&amp;h=600&amp;w=400&amp;sz=69&amp;hl=en&amp;start=4&amp;zoom=1&amp;tbnid=Sjl2MnHjt3H7mM:&amp;tbnh=135&amp;tbnw=90&amp;ei=7GLQTfXRL5OssAP1wPW-Cw&amp;prev=/search%3Fq%3Dmad%2Bhatter%26hl%3Den%26safe%3Dactive%26biw%3D1916%26bih%3D879%26gbv%3D2%26tbm%3Disch&amp;itbs=1" TargetMode="Externa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oogle.co.nz/imgres?imgurl=http://4.bp.blogspot.com/_DoGK7nom3Yg/SwNipWtJf4I/AAAAAAAABUc/xemgV8mAmZw/s1600/johnny-depp-mad-hatter.jpg&amp;imgrefurl=http://mad-hatter-hat-guides.blogspot.com/2011/04/johnny-depp-mad-hatter-hat_23.html&amp;usg=___yPNHgCC_mdHQkMYjzAyXh5yYow=&amp;h=600&amp;w=400&amp;sz=69&amp;hl=en&amp;start=4&amp;zoom=1&amp;tbnid=Sjl2MnHjt3H7mM:&amp;tbnh=135&amp;tbnw=90&amp;ei=7GLQTfXRL5OssAP1wPW-Cw&amp;prev=/search?q=mad+hatter&amp;hl=en&amp;safe=active&amp;biw=1916&amp;bih=879&amp;gbv=2&amp;tbm=isch&amp;itbs=1"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FD0C2F9F</Template>
  <TotalTime>26</TotalTime>
  <Pages>1</Pages>
  <Words>72</Words>
  <Characters>416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u_wkstn0001</dc:creator>
  <cp:keywords/>
  <dc:description/>
  <cp:lastModifiedBy>u_wkstn0001</cp:lastModifiedBy>
  <cp:revision>1</cp:revision>
  <dcterms:created xsi:type="dcterms:W3CDTF">2011-05-15T23:29:00Z</dcterms:created>
  <dcterms:modified xsi:type="dcterms:W3CDTF">2011-05-15T23:55:00Z</dcterms:modified>
</cp:coreProperties>
</file>